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925D0" w14:textId="77777777" w:rsidR="0035557C" w:rsidRPr="0035557C" w:rsidRDefault="006C4AB1" w:rsidP="00355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9330988"/>
      <w:r>
        <w:rPr>
          <w:rFonts w:ascii="Arial" w:hAnsi="Arial" w:cs="Arial"/>
          <w:b/>
          <w:bCs/>
          <w:sz w:val="28"/>
          <w:szCs w:val="28"/>
        </w:rPr>
        <w:t>Fiche de positionnement de l’élève</w:t>
      </w:r>
    </w:p>
    <w:bookmarkEnd w:id="0"/>
    <w:p w14:paraId="1EEC4434" w14:textId="77777777" w:rsidR="006C4AB1" w:rsidRDefault="006C4AB1" w:rsidP="006560C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Attestation relative aux participants accompagnés dans le cadre de l’OS4.6 – Décrochage scolaire du Programme régional d’Île-de-France 2021-2027</w:t>
      </w:r>
    </w:p>
    <w:p w14:paraId="690135BC" w14:textId="77777777" w:rsidR="006C4AB1" w:rsidRDefault="006C4AB1" w:rsidP="006C4AB1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Document à renseigner et authentifier obligatoirement pour chaque participant pour lequel l’utilisation d’un barème standard de coût unitaire est prévue au titre du paiement FSE</w:t>
      </w:r>
      <w:r>
        <w:rPr>
          <w:rFonts w:ascii="Arial" w:hAnsi="Arial" w:cs="Arial"/>
          <w:sz w:val="18"/>
          <w:szCs w:val="18"/>
        </w:rPr>
        <w:t>+.</w:t>
      </w:r>
    </w:p>
    <w:p w14:paraId="6E776C00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316273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76771BC1" w14:textId="77777777" w:rsidR="0035557C" w:rsidRDefault="006C4AB1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="0035557C" w:rsidRP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14:paraId="5270C0B6" w14:textId="77777777" w:rsidR="000E2249" w:rsidRPr="0035557C" w:rsidRDefault="000E2249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A9DDADC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24E21479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03824AD" w14:textId="77777777" w:rsidR="0035557C" w:rsidRPr="0035557C" w:rsidRDefault="0035557C" w:rsidP="008451B9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54E3B599" w14:textId="5EFCD430" w:rsid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D05FF0">
        <w:rPr>
          <w:rFonts w:ascii="Arial" w:hAnsi="Arial" w:cs="Arial"/>
          <w:b/>
          <w:sz w:val="22"/>
          <w:szCs w:val="22"/>
        </w:rPr>
        <w:t>Nom et prénom de l’élève</w:t>
      </w:r>
      <w:r>
        <w:rPr>
          <w:rFonts w:ascii="Arial" w:hAnsi="Arial" w:cs="Arial"/>
          <w:sz w:val="22"/>
          <w:szCs w:val="22"/>
        </w:rPr>
        <w:t> :</w:t>
      </w:r>
      <w:r w:rsidR="00D05FF0">
        <w:rPr>
          <w:rFonts w:ascii="Arial" w:hAnsi="Arial" w:cs="Arial"/>
          <w:sz w:val="22"/>
          <w:szCs w:val="22"/>
        </w:rPr>
        <w:t xml:space="preserve">  </w:t>
      </w:r>
      <w:r w:rsidR="00D05FF0" w:rsidRPr="00621982">
        <w:rPr>
          <w:rFonts w:ascii="Calibri" w:hAnsi="Calibri"/>
          <w:lang w:eastAsia="en-US"/>
        </w:rPr>
        <w:t>|__|__|__|__|__|__|__|__|__|__|__|__|__|__|__|__|__|__|__|__|</w:t>
      </w:r>
    </w:p>
    <w:p w14:paraId="2F8B63B0" w14:textId="77777777" w:rsidR="00D05FF0" w:rsidRDefault="00D05FF0" w:rsidP="00D05FF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</w:t>
      </w:r>
      <w:bookmarkStart w:id="1" w:name="_Hlk132371734"/>
      <w:r w:rsidRPr="00621982">
        <w:rPr>
          <w:rFonts w:ascii="Calibri" w:hAnsi="Calibri"/>
          <w:lang w:eastAsia="en-US"/>
        </w:rPr>
        <w:t>|__|__|__|__|__|__|__|__|__|__|__|__|__|__|__|__|__|__|__|</w:t>
      </w:r>
      <w:bookmarkEnd w:id="1"/>
    </w:p>
    <w:p w14:paraId="70420C56" w14:textId="609C7FAD" w:rsidR="00D05FF0" w:rsidRPr="0035557C" w:rsidRDefault="00D05FF0" w:rsidP="00D05FF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|__|__|__|__|__|__|__|__|__|__|__|__|__|__|__|__|__|__|__|__|__|__|__|__|__|__|__|__|__|</w:t>
      </w:r>
      <w:bookmarkStart w:id="2" w:name="_Hlk132371774"/>
      <w:r w:rsidRPr="00621982">
        <w:rPr>
          <w:rFonts w:ascii="Calibri" w:hAnsi="Calibri"/>
          <w:lang w:eastAsia="en-US"/>
        </w:rPr>
        <w:t>__|</w:t>
      </w:r>
      <w:bookmarkEnd w:id="2"/>
    </w:p>
    <w:p w14:paraId="3EBA83A0" w14:textId="06DBB4A0" w:rsidR="00316273" w:rsidRPr="0035557C" w:rsidRDefault="0035557C" w:rsidP="774A2EF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774A2EF7">
        <w:rPr>
          <w:rFonts w:ascii="Arial" w:hAnsi="Arial" w:cs="Arial"/>
          <w:sz w:val="22"/>
          <w:szCs w:val="22"/>
        </w:rPr>
        <w:t xml:space="preserve">Numéro Id du participant : </w:t>
      </w:r>
      <w:r w:rsidR="00316273">
        <w:tab/>
      </w:r>
    </w:p>
    <w:p w14:paraId="14587130" w14:textId="5CFF98D2" w:rsidR="00316273" w:rsidRPr="0035557C" w:rsidRDefault="00316273" w:rsidP="774A2EF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1FFAECAC" w14:textId="77777777" w:rsidR="000E2249" w:rsidRDefault="000E2249" w:rsidP="00E14925">
      <w:pPr>
        <w:tabs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>Je soussigné</w:t>
      </w:r>
      <w:r w:rsidR="00AE3C36">
        <w:rPr>
          <w:rFonts w:ascii="Arial" w:hAnsi="Arial" w:cs="Arial"/>
          <w:sz w:val="22"/>
          <w:szCs w:val="22"/>
        </w:rPr>
        <w:t>·</w:t>
      </w:r>
      <w:r w:rsidRPr="000E2249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785638BB" w14:textId="17887426" w:rsidR="000E2249" w:rsidRDefault="000E2249" w:rsidP="000E2249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 w:rsidRPr="774A2EF7">
        <w:rPr>
          <w:rFonts w:ascii="Arial" w:hAnsi="Arial" w:cs="Arial"/>
          <w:sz w:val="22"/>
          <w:szCs w:val="22"/>
        </w:rPr>
        <w:t>en qualité représentant</w:t>
      </w:r>
      <w:r w:rsidR="00AE3C36" w:rsidRPr="774A2EF7">
        <w:rPr>
          <w:rFonts w:ascii="Arial" w:hAnsi="Arial" w:cs="Arial"/>
          <w:sz w:val="22"/>
          <w:szCs w:val="22"/>
        </w:rPr>
        <w:t>·e</w:t>
      </w:r>
      <w:r w:rsidRPr="774A2EF7">
        <w:rPr>
          <w:rFonts w:ascii="Arial" w:hAnsi="Arial" w:cs="Arial"/>
          <w:sz w:val="22"/>
          <w:szCs w:val="22"/>
        </w:rPr>
        <w:t xml:space="preserve"> légal</w:t>
      </w:r>
      <w:r w:rsidR="00AE3C36" w:rsidRPr="774A2EF7">
        <w:rPr>
          <w:rFonts w:ascii="Arial" w:hAnsi="Arial" w:cs="Arial"/>
          <w:sz w:val="22"/>
          <w:szCs w:val="22"/>
        </w:rPr>
        <w:t>·e</w:t>
      </w:r>
      <w:r w:rsidRPr="774A2EF7">
        <w:rPr>
          <w:rFonts w:ascii="Arial" w:hAnsi="Arial" w:cs="Arial"/>
          <w:sz w:val="22"/>
          <w:szCs w:val="22"/>
        </w:rPr>
        <w:t xml:space="preserve"> de l’organisme</w:t>
      </w:r>
      <w:r w:rsidR="00AE3C36" w:rsidRPr="774A2EF7">
        <w:rPr>
          <w:rFonts w:ascii="Arial" w:hAnsi="Arial" w:cs="Arial"/>
          <w:sz w:val="22"/>
          <w:szCs w:val="22"/>
        </w:rPr>
        <w:t xml:space="preserve"> porteur de projet ou</w:t>
      </w:r>
      <w:r w:rsidRPr="774A2EF7">
        <w:rPr>
          <w:rFonts w:ascii="Arial" w:hAnsi="Arial" w:cs="Arial"/>
          <w:sz w:val="22"/>
          <w:szCs w:val="22"/>
        </w:rPr>
        <w:t xml:space="preserve"> prescripteur</w:t>
      </w:r>
      <w:r w:rsidR="00AE3C36" w:rsidRPr="774A2EF7">
        <w:rPr>
          <w:rFonts w:ascii="Arial" w:hAnsi="Arial" w:cs="Arial"/>
          <w:sz w:val="22"/>
          <w:szCs w:val="22"/>
        </w:rPr>
        <w:t xml:space="preserve"> </w:t>
      </w:r>
      <w:r w:rsidRPr="774A2EF7">
        <w:rPr>
          <w:rFonts w:ascii="Arial" w:hAnsi="Arial" w:cs="Arial"/>
          <w:sz w:val="22"/>
          <w:szCs w:val="22"/>
        </w:rPr>
        <w:t>:</w:t>
      </w:r>
    </w:p>
    <w:p w14:paraId="1ECB4B42" w14:textId="1C9EE993" w:rsidR="000E2249" w:rsidRDefault="000E2249" w:rsidP="774A2EF7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 w:rsidRPr="774A2EF7">
        <w:rPr>
          <w:rFonts w:ascii="Arial" w:hAnsi="Arial" w:cs="Arial"/>
          <w:sz w:val="22"/>
          <w:szCs w:val="22"/>
        </w:rPr>
        <w:t>,</w:t>
      </w:r>
    </w:p>
    <w:p w14:paraId="7812D70C" w14:textId="77777777" w:rsidR="00AE3C36" w:rsidRDefault="000E2249" w:rsidP="00E14925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 xml:space="preserve">propose que l’élève </w:t>
      </w:r>
      <w:r w:rsidR="00AE3C36">
        <w:rPr>
          <w:rFonts w:ascii="Arial" w:hAnsi="Arial" w:cs="Arial"/>
          <w:sz w:val="22"/>
          <w:szCs w:val="22"/>
        </w:rPr>
        <w:tab/>
        <w:t>,</w:t>
      </w:r>
    </w:p>
    <w:p w14:paraId="05D0F0C8" w14:textId="1E0616FE" w:rsidR="00316273" w:rsidRDefault="00AE3C36" w:rsidP="00BD30FD">
      <w:pPr>
        <w:tabs>
          <w:tab w:val="left" w:leader="dot" w:pos="2835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né·e le </w:t>
      </w:r>
      <w:r w:rsidR="00BD30FD">
        <w:rPr>
          <w:rFonts w:ascii="Arial" w:hAnsi="Arial" w:cs="Arial"/>
          <w:sz w:val="22"/>
          <w:szCs w:val="22"/>
        </w:rPr>
        <w:tab/>
      </w:r>
      <w:r w:rsidR="00BD30FD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e naissance"/>
          <w:tag w:val="date d'admission"/>
          <w:id w:val="-18323469"/>
          <w:placeholder>
            <w:docPart w:val="687955E3A3C04FBE86550B9C76280544"/>
          </w:placeholder>
          <w:showingPlcHdr/>
          <w:date w:fullDate="2022-11-24T00:00:00Z">
            <w:dateFormat w:val="dd/MM/yyyy"/>
            <w:lid w:val="fr-FR"/>
            <w:storeMappedDataAs w:val="dateTime"/>
            <w:calendar w:val="gregorian"/>
          </w:date>
        </w:sdtPr>
        <w:sdtContent>
          <w:r w:rsidR="00B83DF8" w:rsidRPr="005914D1">
            <w:rPr>
              <w:rStyle w:val="Textedelespacerserv"/>
            </w:rPr>
            <w:t>Cliquez pour entrer une date.</w:t>
          </w:r>
        </w:sdtContent>
      </w:sdt>
      <w:r w:rsidR="00316273">
        <w:rPr>
          <w:rFonts w:ascii="Arial" w:hAnsi="Arial" w:cs="Arial"/>
          <w:sz w:val="22"/>
          <w:szCs w:val="22"/>
        </w:rPr>
        <w:t>,</w:t>
      </w:r>
    </w:p>
    <w:p w14:paraId="3BB1E13A" w14:textId="77777777" w:rsidR="00AE3C36" w:rsidRDefault="00E14925" w:rsidP="00E14925">
      <w:pPr>
        <w:tabs>
          <w:tab w:val="left" w:leader="dot" w:pos="6946"/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établissement </w:t>
      </w:r>
      <w:r w:rsidR="0031627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et classe</w:t>
      </w:r>
      <w:r w:rsidR="00AE3C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321A4D3B" w14:textId="77777777" w:rsidR="00E14925" w:rsidRDefault="000E2249" w:rsidP="00AE3C36">
      <w:pPr>
        <w:tabs>
          <w:tab w:val="left" w:pos="2835"/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 w:rsidRPr="65EB3FA8">
        <w:rPr>
          <w:rFonts w:ascii="Arial" w:hAnsi="Arial" w:cs="Arial"/>
          <w:sz w:val="22"/>
          <w:szCs w:val="22"/>
        </w:rPr>
        <w:t>puisse bénéficier d’un accompagnement proposé par la structure accompagnatrice</w:t>
      </w:r>
      <w:r w:rsidR="001B5E60" w:rsidRPr="65EB3FA8">
        <w:rPr>
          <w:rFonts w:ascii="Arial" w:hAnsi="Arial" w:cs="Arial"/>
          <w:sz w:val="22"/>
          <w:szCs w:val="22"/>
        </w:rPr>
        <w:t xml:space="preserve"> </w:t>
      </w:r>
      <w:r>
        <w:tab/>
      </w:r>
    </w:p>
    <w:p w14:paraId="5CEC660D" w14:textId="77777777" w:rsidR="000E2249" w:rsidRDefault="000E2249" w:rsidP="00E14925">
      <w:pPr>
        <w:tabs>
          <w:tab w:val="left" w:leader="dot" w:pos="2835"/>
        </w:tabs>
        <w:spacing w:before="240"/>
        <w:rPr>
          <w:rFonts w:ascii="Arial" w:hAnsi="Arial" w:cs="Arial"/>
          <w:sz w:val="22"/>
          <w:szCs w:val="22"/>
        </w:rPr>
      </w:pPr>
      <w:r w:rsidRPr="65EB3FA8">
        <w:rPr>
          <w:rFonts w:ascii="Arial" w:hAnsi="Arial" w:cs="Arial"/>
          <w:sz w:val="22"/>
          <w:szCs w:val="22"/>
        </w:rPr>
        <w:t>dans le cadre de la présente opération</w:t>
      </w:r>
      <w:r w:rsidR="00E14925" w:rsidRPr="65EB3FA8">
        <w:rPr>
          <w:rFonts w:ascii="Arial" w:hAnsi="Arial" w:cs="Arial"/>
          <w:sz w:val="22"/>
          <w:szCs w:val="22"/>
        </w:rPr>
        <w:t xml:space="preserve">, </w:t>
      </w:r>
      <w:r w:rsidRPr="65EB3FA8">
        <w:rPr>
          <w:rFonts w:ascii="Arial" w:hAnsi="Arial" w:cs="Arial"/>
          <w:sz w:val="22"/>
          <w:szCs w:val="22"/>
        </w:rPr>
        <w:t>et certifie sur l’honneur les informations suivantes relatives à cet élève</w:t>
      </w:r>
      <w:r w:rsidR="00E14925" w:rsidRPr="65EB3FA8">
        <w:rPr>
          <w:rFonts w:ascii="Arial" w:hAnsi="Arial" w:cs="Arial"/>
          <w:sz w:val="22"/>
          <w:szCs w:val="22"/>
        </w:rPr>
        <w:t> :</w:t>
      </w:r>
    </w:p>
    <w:p w14:paraId="05AEC3D8" w14:textId="77777777" w:rsidR="00E14925" w:rsidRPr="00E14925" w:rsidRDefault="00E14925" w:rsidP="00E14925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E14925">
        <w:rPr>
          <w:rFonts w:ascii="Arial" w:hAnsi="Arial" w:cs="Arial"/>
          <w:b/>
          <w:bCs/>
          <w:sz w:val="22"/>
          <w:szCs w:val="22"/>
        </w:rPr>
        <w:t>Situation et raison de la prise en charge de l’élève</w:t>
      </w:r>
      <w:r w:rsidRPr="00E14925">
        <w:rPr>
          <w:rFonts w:ascii="Arial" w:hAnsi="Arial" w:cs="Arial"/>
          <w:sz w:val="22"/>
          <w:szCs w:val="22"/>
        </w:rPr>
        <w:t xml:space="preserve"> 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4531"/>
      </w:tblGrid>
      <w:tr w:rsidR="00E14925" w:rsidRPr="003A6C81" w14:paraId="5795F4B9" w14:textId="77777777" w:rsidTr="00E14925">
        <w:tc>
          <w:tcPr>
            <w:tcW w:w="2265" w:type="dxa"/>
            <w:shd w:val="clear" w:color="auto" w:fill="auto"/>
            <w:vAlign w:val="center"/>
          </w:tcPr>
          <w:p w14:paraId="1C9BF203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25A02DF0" w14:textId="77777777" w:rsidR="00E14925" w:rsidRPr="00570F43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b/>
                <w:bCs/>
              </w:rPr>
              <w:t>Degré de difficulté rencontrée</w:t>
            </w:r>
          </w:p>
          <w:p w14:paraId="0D0F29A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0F43">
              <w:rPr>
                <w:rFonts w:ascii="Arial" w:hAnsi="Arial" w:cs="Arial"/>
                <w:i/>
                <w:iCs/>
              </w:rPr>
              <w:t>(0 à 3, 3 étant particulièrement impacté)</w:t>
            </w:r>
          </w:p>
        </w:tc>
        <w:tc>
          <w:tcPr>
            <w:tcW w:w="4531" w:type="dxa"/>
            <w:vAlign w:val="center"/>
          </w:tcPr>
          <w:p w14:paraId="19BDC0DD" w14:textId="77777777" w:rsidR="00E14925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b/>
                <w:bCs/>
              </w:rPr>
              <w:t>Explication </w:t>
            </w:r>
            <w:r w:rsidRPr="003A6C81">
              <w:rPr>
                <w:rFonts w:ascii="Arial" w:hAnsi="Arial" w:cs="Arial"/>
              </w:rPr>
              <w:t>: éléments motivants la demande de prise en charge et éventuels antécédents</w:t>
            </w:r>
            <w:r>
              <w:rPr>
                <w:rFonts w:ascii="Arial" w:hAnsi="Arial" w:cs="Arial"/>
              </w:rPr>
              <w:t xml:space="preserve"> de l’élève</w:t>
            </w:r>
          </w:p>
          <w:p w14:paraId="1F9CA5EB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i/>
                <w:iCs/>
              </w:rPr>
              <w:t>(ne pas remplir si degré = 0)</w:t>
            </w:r>
          </w:p>
        </w:tc>
      </w:tr>
      <w:tr w:rsidR="00E14925" w:rsidRPr="003A6C81" w14:paraId="4558685D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2EDA3A92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Présence de handicap </w:t>
            </w:r>
            <w:r w:rsidRPr="00C73FF9">
              <w:rPr>
                <w:rFonts w:ascii="Arial" w:hAnsi="Arial" w:cs="Arial"/>
                <w:sz w:val="16"/>
                <w:szCs w:val="16"/>
              </w:rPr>
              <w:t xml:space="preserve">(physique, </w:t>
            </w:r>
            <w:r w:rsidR="00C73FF9" w:rsidRPr="00C73FF9">
              <w:rPr>
                <w:rFonts w:ascii="Arial" w:hAnsi="Arial" w:cs="Arial"/>
                <w:sz w:val="16"/>
                <w:szCs w:val="16"/>
              </w:rPr>
              <w:t>p</w:t>
            </w:r>
            <w:r w:rsidRPr="00C73FF9">
              <w:rPr>
                <w:rFonts w:ascii="Arial" w:hAnsi="Arial" w:cs="Arial"/>
                <w:sz w:val="16"/>
                <w:szCs w:val="16"/>
              </w:rPr>
              <w:t>sychologique)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0505B2F5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46AF122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E14925" w:rsidRPr="003A6C81" w14:paraId="42B704A6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BA89DD6" w14:textId="77777777" w:rsidR="00E14925" w:rsidRPr="003A6C81" w:rsidRDefault="001B5E60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E14925" w:rsidRPr="003A6C81">
              <w:rPr>
                <w:rFonts w:ascii="Arial" w:hAnsi="Arial" w:cs="Arial"/>
              </w:rPr>
              <w:t>aitrise</w:t>
            </w:r>
            <w:r>
              <w:rPr>
                <w:rFonts w:ascii="Arial" w:hAnsi="Arial" w:cs="Arial"/>
              </w:rPr>
              <w:t xml:space="preserve"> de la </w:t>
            </w:r>
            <w:r w:rsidR="00E14925" w:rsidRPr="003A6C81">
              <w:rPr>
                <w:rFonts w:ascii="Arial" w:hAnsi="Arial" w:cs="Arial"/>
              </w:rPr>
              <w:t>langue française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3EBC03B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3</w:t>
            </w:r>
          </w:p>
        </w:tc>
        <w:tc>
          <w:tcPr>
            <w:tcW w:w="4531" w:type="dxa"/>
            <w:vAlign w:val="center"/>
          </w:tcPr>
          <w:p w14:paraId="4DE76FC0" w14:textId="77777777" w:rsidR="00E14925" w:rsidRPr="003A6C81" w:rsidRDefault="00E14925" w:rsidP="00C73FF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  <w:i/>
                <w:iCs/>
              </w:rPr>
              <w:t xml:space="preserve">Allophone car nouvel arrivant, les parents ne </w:t>
            </w:r>
            <w:r w:rsidR="00C73FF9">
              <w:rPr>
                <w:rFonts w:ascii="Arial" w:hAnsi="Arial" w:cs="Arial"/>
                <w:i/>
                <w:iCs/>
              </w:rPr>
              <w:t>p</w:t>
            </w:r>
            <w:r w:rsidRPr="003A6C81">
              <w:rPr>
                <w:rFonts w:ascii="Arial" w:hAnsi="Arial" w:cs="Arial"/>
                <w:i/>
                <w:iCs/>
              </w:rPr>
              <w:t>arl</w:t>
            </w:r>
            <w:r>
              <w:rPr>
                <w:rFonts w:ascii="Arial" w:hAnsi="Arial" w:cs="Arial"/>
                <w:i/>
                <w:iCs/>
              </w:rPr>
              <w:t>e</w:t>
            </w:r>
            <w:r w:rsidRPr="003A6C81">
              <w:rPr>
                <w:rFonts w:ascii="Arial" w:hAnsi="Arial" w:cs="Arial"/>
                <w:i/>
                <w:iCs/>
              </w:rPr>
              <w:t>nt pas non plus le français</w:t>
            </w:r>
          </w:p>
        </w:tc>
      </w:tr>
      <w:tr w:rsidR="00E14925" w:rsidRPr="003A6C81" w14:paraId="3715F3E6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023A1D5D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Apprentissage </w:t>
            </w:r>
            <w:r w:rsidR="00316273">
              <w:rPr>
                <w:rFonts w:ascii="Arial" w:hAnsi="Arial" w:cs="Arial"/>
              </w:rPr>
              <w:t xml:space="preserve">ou </w:t>
            </w:r>
            <w:r w:rsidRPr="003A6C81">
              <w:rPr>
                <w:rFonts w:ascii="Arial" w:hAnsi="Arial" w:cs="Arial"/>
              </w:rPr>
              <w:t>résultats scolaire</w:t>
            </w:r>
            <w:r w:rsidR="001B5E60">
              <w:rPr>
                <w:rFonts w:ascii="Arial" w:hAnsi="Arial" w:cs="Arial"/>
              </w:rPr>
              <w:t>s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0A853016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3292716B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3A6C81" w14:paraId="6856FCFF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03A8792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Comportement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06FD96F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DF558A9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5D911388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C34A5EA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Absentéisme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3ACDF5B3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0A5798E4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2F41C5BA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21A724CC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Exclusion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243B582A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3B203A0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</w:rPr>
            </w:pPr>
          </w:p>
        </w:tc>
      </w:tr>
      <w:tr w:rsidR="00E14925" w:rsidRPr="000D1CB1" w14:paraId="5ECC64F5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094B37AE" w14:textId="77777777" w:rsidR="00E14925" w:rsidRPr="001C01C9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1C01C9">
              <w:rPr>
                <w:rFonts w:ascii="Arial" w:hAnsi="Arial" w:cs="Arial"/>
              </w:rPr>
              <w:t>Climat de la classe</w:t>
            </w:r>
            <w:r w:rsidR="00316273">
              <w:rPr>
                <w:rFonts w:ascii="Arial" w:hAnsi="Arial" w:cs="Arial"/>
              </w:rPr>
              <w:t xml:space="preserve"> ou</w:t>
            </w:r>
            <w:r w:rsidRPr="001C01C9">
              <w:rPr>
                <w:rFonts w:ascii="Arial" w:hAnsi="Arial" w:cs="Arial"/>
              </w:rPr>
              <w:t xml:space="preserve"> environnement général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25A3D026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87515A7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1144D03F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249FB2B" w14:textId="77777777" w:rsidR="00E14925" w:rsidRPr="001C01C9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1C01C9">
              <w:rPr>
                <w:rFonts w:ascii="Arial" w:hAnsi="Arial" w:cs="Arial"/>
              </w:rPr>
              <w:t xml:space="preserve">Environnement externe </w:t>
            </w:r>
            <w:r w:rsidR="001B5E60">
              <w:rPr>
                <w:rFonts w:ascii="Arial" w:hAnsi="Arial" w:cs="Arial"/>
              </w:rPr>
              <w:t xml:space="preserve">ou </w:t>
            </w:r>
            <w:r w:rsidRPr="001C01C9">
              <w:rPr>
                <w:rFonts w:ascii="Arial" w:hAnsi="Arial" w:cs="Arial"/>
              </w:rPr>
              <w:t>familial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B359D9A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62EBF5E2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1BDDE636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17F5BF01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Autres signes </w:t>
            </w:r>
            <w:r w:rsidRPr="001C01C9">
              <w:rPr>
                <w:rFonts w:ascii="Arial" w:hAnsi="Arial" w:cs="Arial"/>
              </w:rPr>
              <w:t>d’abandon</w:t>
            </w:r>
            <w:r w:rsidRPr="003A6C81">
              <w:rPr>
                <w:rFonts w:ascii="Arial" w:hAnsi="Arial" w:cs="Arial"/>
              </w:rPr>
              <w:t xml:space="preserve"> scolaire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9AD531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9598F5F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</w:tbl>
    <w:p w14:paraId="2AD57006" w14:textId="77777777" w:rsidR="00E14925" w:rsidRPr="00102242" w:rsidRDefault="00E14925" w:rsidP="00E1492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93757D1" w14:textId="77777777" w:rsidR="00E14925" w:rsidRPr="00C73FF9" w:rsidRDefault="00E14925" w:rsidP="00E1492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L’opération vise l’action suivante</w:t>
      </w:r>
      <w:r w:rsidRPr="00C73FF9">
        <w:rPr>
          <w:rFonts w:ascii="Arial" w:hAnsi="Arial" w:cs="Arial"/>
          <w:sz w:val="22"/>
          <w:szCs w:val="22"/>
        </w:rPr>
        <w:t xml:space="preserve"> (type de barème standard de coût unitaire associé) :</w:t>
      </w:r>
    </w:p>
    <w:p w14:paraId="3B30CB43" w14:textId="59C8FF47" w:rsidR="00C73FF9" w:rsidRPr="0035557C" w:rsidRDefault="00000000" w:rsidP="00C73FF9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885134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3DF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FF9">
        <w:rPr>
          <w:rFonts w:ascii="Arial" w:hAnsi="Arial" w:cs="Arial"/>
          <w:sz w:val="22"/>
          <w:szCs w:val="22"/>
        </w:rPr>
        <w:t xml:space="preserve"> </w:t>
      </w:r>
      <w:r w:rsidR="00C73FF9" w:rsidRPr="0035557C">
        <w:rPr>
          <w:rFonts w:ascii="Arial" w:hAnsi="Arial" w:cs="Arial"/>
          <w:sz w:val="22"/>
          <w:szCs w:val="22"/>
        </w:rPr>
        <w:t>Accompagnement ponctuel</w:t>
      </w:r>
    </w:p>
    <w:p w14:paraId="59F2971D" w14:textId="0EF63E02" w:rsidR="00C73FF9" w:rsidRPr="0035557C" w:rsidRDefault="00000000" w:rsidP="00C73FF9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6208372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3DF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FF9">
        <w:rPr>
          <w:rFonts w:ascii="Arial" w:hAnsi="Arial" w:cs="Arial"/>
          <w:sz w:val="22"/>
          <w:szCs w:val="22"/>
        </w:rPr>
        <w:t xml:space="preserve"> </w:t>
      </w:r>
      <w:r w:rsidR="00C73FF9" w:rsidRPr="0035557C">
        <w:rPr>
          <w:rFonts w:ascii="Arial" w:hAnsi="Arial" w:cs="Arial"/>
          <w:sz w:val="22"/>
          <w:szCs w:val="22"/>
        </w:rPr>
        <w:t>Accompagnement individualisé/ renforcé</w:t>
      </w:r>
    </w:p>
    <w:p w14:paraId="4A9C2234" w14:textId="17B585D5" w:rsidR="00C73FF9" w:rsidRPr="0035557C" w:rsidRDefault="00000000" w:rsidP="00C73FF9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26487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3DF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FF9">
        <w:rPr>
          <w:rFonts w:ascii="Arial" w:hAnsi="Arial" w:cs="Arial"/>
          <w:sz w:val="22"/>
          <w:szCs w:val="22"/>
        </w:rPr>
        <w:t xml:space="preserve"> </w:t>
      </w:r>
      <w:r w:rsidR="00C73FF9" w:rsidRPr="0035557C">
        <w:rPr>
          <w:rFonts w:ascii="Arial" w:hAnsi="Arial" w:cs="Arial"/>
          <w:sz w:val="22"/>
          <w:szCs w:val="22"/>
        </w:rPr>
        <w:t>Classe renforcée</w:t>
      </w:r>
    </w:p>
    <w:p w14:paraId="62D90998" w14:textId="0FB91DC2" w:rsidR="00E14925" w:rsidRDefault="00E14925" w:rsidP="00B83DF8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Date d’admission dans l’opération</w:t>
      </w:r>
      <w:r w:rsidRPr="00C73FF9">
        <w:rPr>
          <w:rFonts w:ascii="Arial" w:hAnsi="Arial" w:cs="Arial"/>
          <w:sz w:val="22"/>
          <w:szCs w:val="22"/>
        </w:rPr>
        <w:t> :</w:t>
      </w:r>
      <w:r w:rsidR="00C73FF9">
        <w:rPr>
          <w:rFonts w:ascii="Arial" w:hAnsi="Arial" w:cs="Arial"/>
          <w:sz w:val="22"/>
          <w:szCs w:val="22"/>
        </w:rPr>
        <w:t xml:space="preserve"> </w:t>
      </w:r>
      <w:r w:rsidR="00B83DF8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'admission"/>
          <w:tag w:val="date d'admission"/>
          <w:id w:val="351228104"/>
          <w:placeholder>
            <w:docPart w:val="B6FB22058BB14EF2BE070358E0DAEC72"/>
          </w:placeholder>
          <w:showingPlcHdr/>
          <w:date w:fullDate="2022-11-24T00:00:00Z">
            <w:dateFormat w:val="dd/MM/yyyy"/>
            <w:lid w:val="fr-FR"/>
            <w:storeMappedDataAs w:val="dateTime"/>
            <w:calendar w:val="gregorian"/>
          </w:date>
        </w:sdtPr>
        <w:sdtContent>
          <w:r w:rsidR="00B83DF8" w:rsidRPr="005914D1">
            <w:rPr>
              <w:rStyle w:val="Textedelespacerserv"/>
            </w:rPr>
            <w:t>Cliquez pour entrer une date.</w:t>
          </w:r>
        </w:sdtContent>
      </w:sdt>
    </w:p>
    <w:p w14:paraId="15548500" w14:textId="72D1A53B" w:rsidR="00BD30FD" w:rsidRDefault="00BD30FD" w:rsidP="774A2EF7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 xml:space="preserve">Date </w:t>
      </w:r>
      <w:r>
        <w:rPr>
          <w:rFonts w:ascii="Arial" w:hAnsi="Arial" w:cs="Arial"/>
          <w:b/>
          <w:bCs/>
          <w:sz w:val="22"/>
          <w:szCs w:val="22"/>
        </w:rPr>
        <w:t xml:space="preserve">prévisionnelle de sortie </w:t>
      </w:r>
      <w:r w:rsidRPr="00C73FF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B83DF8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prévisionnelle de sortie"/>
          <w:tag w:val="date de sortie"/>
          <w:id w:val="1921209204"/>
          <w:placeholder>
            <w:docPart w:val="BA185C46798749DAA4E67A7B1B5074A1"/>
          </w:placeholder>
          <w:showingPlcHdr/>
        </w:sdtPr>
        <w:sdtContent>
          <w:r w:rsidR="00B83DF8" w:rsidRPr="774A2EF7">
            <w:rPr>
              <w:rStyle w:val="Textedelespacerserv"/>
            </w:rPr>
            <w:t>Cliquez pour entrer une date.</w:t>
          </w:r>
        </w:sdtContent>
      </w:sdt>
    </w:p>
    <w:p w14:paraId="659736CE" w14:textId="15ED6A57" w:rsidR="00BD30FD" w:rsidRDefault="00BD30FD" w:rsidP="774A2EF7">
      <w:pPr>
        <w:tabs>
          <w:tab w:val="left" w:leader="dot" w:pos="9072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774A2EF7">
        <w:rPr>
          <w:rFonts w:ascii="Arial" w:hAnsi="Arial" w:cs="Arial"/>
          <w:b/>
          <w:bCs/>
          <w:sz w:val="22"/>
          <w:szCs w:val="22"/>
        </w:rPr>
        <w:t xml:space="preserve">Durée prévisionnelle de l’accompagnement </w:t>
      </w:r>
      <w:r w:rsidRPr="774A2EF7">
        <w:rPr>
          <w:rFonts w:ascii="Arial" w:hAnsi="Arial" w:cs="Arial"/>
          <w:sz w:val="22"/>
          <w:szCs w:val="22"/>
        </w:rPr>
        <w:t xml:space="preserve">: </w:t>
      </w:r>
      <w:r>
        <w:tab/>
      </w:r>
    </w:p>
    <w:p w14:paraId="1883E46C" w14:textId="364D20BA" w:rsidR="00BD30FD" w:rsidRDefault="00BD30FD" w:rsidP="774A2EF7">
      <w:pPr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BF4685B">
        <w:rPr>
          <w:rFonts w:ascii="Arial" w:hAnsi="Arial" w:cs="Arial"/>
          <w:b/>
          <w:bCs/>
          <w:sz w:val="22"/>
          <w:szCs w:val="22"/>
        </w:rPr>
        <w:br w:type="page"/>
      </w:r>
    </w:p>
    <w:p w14:paraId="3B51EADB" w14:textId="364D20BA" w:rsidR="00BD30FD" w:rsidRDefault="00E14925" w:rsidP="774A2EF7">
      <w:pPr>
        <w:tabs>
          <w:tab w:val="left" w:leader="dot" w:pos="9072"/>
        </w:tabs>
        <w:autoSpaceDE w:val="0"/>
        <w:autoSpaceDN w:val="0"/>
        <w:adjustRightInd w:val="0"/>
        <w:spacing w:before="240" w:after="120" w:line="360" w:lineRule="auto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lastRenderedPageBreak/>
        <w:t>Détails de la prise en charge</w:t>
      </w:r>
      <w:r w:rsidR="00BD30FD" w:rsidRPr="00C73FF9">
        <w:rPr>
          <w:rStyle w:val="Appelnotedebasdep"/>
          <w:rFonts w:ascii="Arial" w:hAnsi="Arial" w:cs="Arial"/>
          <w:b/>
          <w:bCs/>
          <w:sz w:val="22"/>
          <w:szCs w:val="22"/>
        </w:rPr>
        <w:footnoteReference w:id="4"/>
      </w:r>
      <w:r w:rsidRPr="00C73FF9">
        <w:rPr>
          <w:rFonts w:ascii="Arial" w:hAnsi="Arial" w:cs="Arial"/>
          <w:sz w:val="22"/>
          <w:szCs w:val="22"/>
        </w:rPr>
        <w:t> :</w:t>
      </w:r>
      <w:r w:rsidR="00C73FF9">
        <w:rPr>
          <w:rFonts w:ascii="Arial" w:hAnsi="Arial" w:cs="Arial"/>
          <w:sz w:val="22"/>
          <w:szCs w:val="22"/>
        </w:rPr>
        <w:t xml:space="preserve"> </w:t>
      </w:r>
      <w:r w:rsidR="00C73FF9">
        <w:rPr>
          <w:rFonts w:ascii="Arial" w:hAnsi="Arial" w:cs="Arial"/>
          <w:sz w:val="22"/>
          <w:szCs w:val="22"/>
        </w:rPr>
        <w:tab/>
      </w:r>
    </w:p>
    <w:p w14:paraId="50AB96D8" w14:textId="77777777" w:rsidR="00C73FF9" w:rsidRDefault="00C73FF9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1C6BAA7" w14:textId="77777777" w:rsidR="00C73FF9" w:rsidRDefault="00C73FF9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FF37EDF" w14:textId="16DECFAA" w:rsidR="00C73FF9" w:rsidRDefault="00C73FF9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CD16AB8" w14:textId="318B50D4" w:rsidR="00BD30FD" w:rsidRDefault="00BD30FD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8A898E7" w14:textId="06FE9F20" w:rsidR="00BD30FD" w:rsidRDefault="00BD30FD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B57018F" w14:textId="77777777" w:rsidR="00C73FF9" w:rsidRPr="00C73FF9" w:rsidRDefault="00C73FF9" w:rsidP="00BD30FD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Objectif poursuivis</w:t>
      </w:r>
      <w:r w:rsidRPr="00C73FF9">
        <w:rPr>
          <w:rFonts w:ascii="Arial" w:hAnsi="Arial" w:cs="Arial"/>
          <w:sz w:val="22"/>
          <w:szCs w:val="22"/>
        </w:rPr>
        <w:t xml:space="preserve"> 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6042"/>
      </w:tblGrid>
      <w:tr w:rsidR="00C73FF9" w:rsidRPr="00C73FF9" w14:paraId="3011E8B7" w14:textId="77777777" w:rsidTr="00C73FF9">
        <w:trPr>
          <w:trHeight w:val="680"/>
        </w:trPr>
        <w:tc>
          <w:tcPr>
            <w:tcW w:w="3020" w:type="dxa"/>
            <w:shd w:val="clear" w:color="auto" w:fill="auto"/>
            <w:vAlign w:val="center"/>
          </w:tcPr>
          <w:p w14:paraId="33E3AEE8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C73FF9">
              <w:rPr>
                <w:rFonts w:ascii="Arial" w:hAnsi="Arial" w:cs="Arial"/>
              </w:rPr>
              <w:t>Objectifs / Axes de travail</w:t>
            </w:r>
            <w:r>
              <w:rPr>
                <w:rFonts w:ascii="Arial" w:hAnsi="Arial" w:cs="Arial"/>
              </w:rPr>
              <w:br/>
            </w:r>
            <w:r w:rsidRPr="00C73FF9">
              <w:rPr>
                <w:rFonts w:ascii="Arial" w:hAnsi="Arial" w:cs="Arial"/>
              </w:rPr>
              <w:t>(ex. : assiduité, etc.)</w:t>
            </w:r>
          </w:p>
        </w:tc>
        <w:tc>
          <w:tcPr>
            <w:tcW w:w="6042" w:type="dxa"/>
            <w:vAlign w:val="center"/>
          </w:tcPr>
          <w:p w14:paraId="40B9B999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C73FF9">
              <w:rPr>
                <w:rFonts w:ascii="Arial" w:hAnsi="Arial" w:cs="Arial"/>
              </w:rPr>
              <w:t>Résultats attendus</w:t>
            </w:r>
          </w:p>
        </w:tc>
      </w:tr>
      <w:tr w:rsidR="00C73FF9" w:rsidRPr="00C73FF9" w14:paraId="0D592463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3A198EEB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018CB06E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C73FF9" w:rsidRPr="00C73FF9" w14:paraId="3E304252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2FD594D4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2FBB4419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C73FF9" w:rsidRPr="00C73FF9" w14:paraId="2D0E3774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5C6D0DB4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5EB3A6AE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C73FF9" w:rsidRPr="00C73FF9" w14:paraId="7EFE811E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1572399B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5A18A854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D30FD" w:rsidRPr="00C73FF9" w14:paraId="3DAB8844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0B2EAD74" w14:textId="77777777" w:rsidR="00BD30FD" w:rsidRPr="00C73FF9" w:rsidRDefault="00BD30FD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18C0F609" w14:textId="77777777" w:rsidR="00BD30FD" w:rsidRPr="00C73FF9" w:rsidRDefault="00BD30FD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</w:tbl>
    <w:p w14:paraId="04AC5D9A" w14:textId="77777777" w:rsidR="00C73FF9" w:rsidRPr="00AF537B" w:rsidRDefault="00C73FF9" w:rsidP="00160376">
      <w:pPr>
        <w:tabs>
          <w:tab w:val="left" w:leader="dot" w:pos="4536"/>
          <w:tab w:val="left" w:leader="dot" w:pos="9072"/>
        </w:tabs>
        <w:spacing w:before="600" w:after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>
        <w:rPr>
          <w:rFonts w:ascii="Arial" w:hAnsi="Arial" w:cs="Arial"/>
          <w:sz w:val="22"/>
          <w:szCs w:val="22"/>
        </w:rPr>
        <w:tab/>
      </w:r>
    </w:p>
    <w:p w14:paraId="638FA09B" w14:textId="77777777" w:rsidR="00877209" w:rsidRDefault="00877209" w:rsidP="00160376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877209" w14:paraId="52371982" w14:textId="77777777" w:rsidTr="00160376">
        <w:tc>
          <w:tcPr>
            <w:tcW w:w="4531" w:type="dxa"/>
          </w:tcPr>
          <w:p w14:paraId="181134F9" w14:textId="77777777" w:rsidR="00877209" w:rsidRDefault="00877209" w:rsidP="00160376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 xml:space="preserve">et cachet </w:t>
            </w:r>
            <w:r>
              <w:rPr>
                <w:rFonts w:ascii="Arial" w:hAnsi="Arial" w:cs="Arial"/>
                <w:sz w:val="22"/>
                <w:szCs w:val="22"/>
              </w:rPr>
              <w:t>de l’organisme prescripteur</w:t>
            </w:r>
          </w:p>
        </w:tc>
        <w:tc>
          <w:tcPr>
            <w:tcW w:w="4531" w:type="dxa"/>
          </w:tcPr>
          <w:p w14:paraId="672A060D" w14:textId="77777777" w:rsidR="00877209" w:rsidRDefault="00877209" w:rsidP="00160376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>et cachet de la structure d’accueil</w:t>
            </w:r>
            <w:r>
              <w:rPr>
                <w:rFonts w:ascii="Arial" w:hAnsi="Arial" w:cs="Arial"/>
                <w:sz w:val="22"/>
                <w:szCs w:val="22"/>
              </w:rPr>
              <w:t xml:space="preserve"> ou accompagnatrice</w:t>
            </w:r>
          </w:p>
        </w:tc>
      </w:tr>
      <w:tr w:rsidR="00877209" w14:paraId="000F2477" w14:textId="77777777" w:rsidTr="00877209"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23046CC8" w14:textId="77777777" w:rsidTr="00454D67">
              <w:tc>
                <w:tcPr>
                  <w:tcW w:w="4305" w:type="dxa"/>
                </w:tcPr>
                <w:p w14:paraId="26DA6293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BCE0427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051D9CAE" w14:textId="77777777" w:rsidTr="00877209">
              <w:tc>
                <w:tcPr>
                  <w:tcW w:w="4305" w:type="dxa"/>
                </w:tcPr>
                <w:p w14:paraId="298241A8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C108019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F6937D" w14:textId="77777777" w:rsidR="00877209" w:rsidRPr="00AF537B" w:rsidRDefault="00877209" w:rsidP="00C73FF9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sectPr w:rsidR="00877209" w:rsidRPr="00AF537B" w:rsidSect="008772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F152F" w14:textId="77777777" w:rsidR="00525F75" w:rsidRDefault="00525F75" w:rsidP="00BD2D2B">
      <w:r>
        <w:separator/>
      </w:r>
    </w:p>
  </w:endnote>
  <w:endnote w:type="continuationSeparator" w:id="0">
    <w:p w14:paraId="625618FC" w14:textId="77777777" w:rsidR="00525F75" w:rsidRDefault="00525F75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0BFC4" w14:textId="77777777" w:rsidR="00DE6E3B" w:rsidRDefault="00DE6E3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6B153" w14:textId="55D0CE31" w:rsidR="0032368A" w:rsidRPr="0032368A" w:rsidRDefault="774A2EF7" w:rsidP="0032368A">
    <w:pPr>
      <w:pStyle w:val="Pieddepage"/>
      <w:jc w:val="center"/>
      <w:rPr>
        <w:rFonts w:ascii="Arial" w:hAnsi="Arial" w:cs="Arial"/>
      </w:rPr>
    </w:pPr>
    <w:r w:rsidRPr="774A2EF7">
      <w:rPr>
        <w:rFonts w:ascii="Arial" w:hAnsi="Arial" w:cs="Arial"/>
      </w:rPr>
      <w:t xml:space="preserve">Fiche de positionnement de l’élève                                                                                      </w:t>
    </w:r>
    <w:r w:rsidR="00DE6E3B" w:rsidRPr="774A2EF7">
      <w:rPr>
        <w:rFonts w:ascii="Arial" w:hAnsi="Arial" w:cs="Arial"/>
      </w:rPr>
      <w:t xml:space="preserve"> </w:t>
    </w:r>
    <w:r w:rsidR="00DE6E3B" w:rsidRPr="774A2EF7">
      <w:rPr>
        <w:rFonts w:ascii="Arial" w:hAnsi="Arial" w:cs="Arial"/>
        <w:b/>
        <w:bCs/>
      </w:rPr>
      <w:fldChar w:fldCharType="begin"/>
    </w:r>
    <w:r w:rsidR="00DE6E3B" w:rsidRPr="774A2EF7">
      <w:rPr>
        <w:rFonts w:ascii="Arial" w:hAnsi="Arial" w:cs="Arial"/>
        <w:b/>
        <w:bCs/>
      </w:rPr>
      <w:instrText>PAGE  \* Arabic  \* MERGEFORMAT</w:instrText>
    </w:r>
    <w:r w:rsidR="00DE6E3B" w:rsidRPr="774A2EF7">
      <w:rPr>
        <w:rFonts w:ascii="Arial" w:hAnsi="Arial" w:cs="Arial"/>
        <w:b/>
        <w:bCs/>
      </w:rPr>
      <w:fldChar w:fldCharType="separate"/>
    </w:r>
    <w:r w:rsidR="00DE6E3B">
      <w:rPr>
        <w:rFonts w:ascii="Arial" w:hAnsi="Arial" w:cs="Arial"/>
        <w:b/>
        <w:bCs/>
      </w:rPr>
      <w:t>1</w:t>
    </w:r>
    <w:r w:rsidR="00DE6E3B" w:rsidRPr="774A2EF7">
      <w:rPr>
        <w:rFonts w:ascii="Arial" w:hAnsi="Arial" w:cs="Arial"/>
        <w:b/>
        <w:bCs/>
      </w:rPr>
      <w:fldChar w:fldCharType="end"/>
    </w:r>
    <w:r w:rsidRPr="774A2EF7">
      <w:rPr>
        <w:rFonts w:ascii="Arial" w:hAnsi="Arial" w:cs="Arial"/>
      </w:rPr>
      <w:t xml:space="preserve"> sur </w:t>
    </w:r>
    <w:r w:rsidR="0032368A" w:rsidRPr="774A2EF7">
      <w:rPr>
        <w:rFonts w:ascii="Arial" w:hAnsi="Arial" w:cs="Arial"/>
        <w:b/>
        <w:bCs/>
      </w:rPr>
      <w:fldChar w:fldCharType="begin"/>
    </w:r>
    <w:r w:rsidR="0032368A" w:rsidRPr="774A2EF7">
      <w:rPr>
        <w:rFonts w:ascii="Arial" w:hAnsi="Arial" w:cs="Arial"/>
        <w:b/>
        <w:bCs/>
      </w:rPr>
      <w:instrText>NUMPAGES  \* Arabic  \* MERGEFORMAT</w:instrText>
    </w:r>
    <w:r w:rsidR="0032368A" w:rsidRPr="774A2EF7">
      <w:rPr>
        <w:rFonts w:ascii="Arial" w:hAnsi="Arial" w:cs="Arial"/>
        <w:b/>
        <w:bCs/>
      </w:rPr>
      <w:fldChar w:fldCharType="separate"/>
    </w:r>
    <w:r w:rsidRPr="774A2EF7">
      <w:rPr>
        <w:rFonts w:ascii="Arial" w:hAnsi="Arial" w:cs="Arial"/>
        <w:b/>
        <w:bCs/>
      </w:rPr>
      <w:t>2</w:t>
    </w:r>
    <w:r w:rsidR="0032368A" w:rsidRPr="774A2EF7">
      <w:rPr>
        <w:rFonts w:ascii="Arial" w:hAnsi="Arial" w:cs="Arial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B13F7" w14:textId="1DE75094" w:rsidR="0032368A" w:rsidRPr="0032368A" w:rsidRDefault="774A2EF7" w:rsidP="0032368A">
    <w:pPr>
      <w:pStyle w:val="Pieddepage"/>
      <w:jc w:val="center"/>
      <w:rPr>
        <w:rFonts w:ascii="Arial" w:hAnsi="Arial" w:cs="Arial"/>
      </w:rPr>
    </w:pPr>
    <w:r w:rsidRPr="774A2EF7">
      <w:rPr>
        <w:rFonts w:ascii="Arial" w:hAnsi="Arial" w:cs="Arial"/>
      </w:rPr>
      <w:t xml:space="preserve">Fiche de positionnement de l’élève                                                                         Page </w:t>
    </w:r>
    <w:r w:rsidR="0032368A" w:rsidRPr="774A2EF7">
      <w:rPr>
        <w:rFonts w:ascii="Arial" w:hAnsi="Arial" w:cs="Arial"/>
        <w:b/>
        <w:bCs/>
      </w:rPr>
      <w:fldChar w:fldCharType="begin"/>
    </w:r>
    <w:r w:rsidR="0032368A" w:rsidRPr="774A2EF7">
      <w:rPr>
        <w:rFonts w:ascii="Arial" w:hAnsi="Arial" w:cs="Arial"/>
        <w:b/>
        <w:bCs/>
      </w:rPr>
      <w:instrText>PAGE  \* Arabic  \* MERGEFORMAT</w:instrText>
    </w:r>
    <w:r w:rsidR="0032368A" w:rsidRPr="774A2EF7">
      <w:rPr>
        <w:rFonts w:ascii="Arial" w:hAnsi="Arial" w:cs="Arial"/>
        <w:b/>
        <w:bCs/>
      </w:rPr>
      <w:fldChar w:fldCharType="separate"/>
    </w:r>
    <w:r w:rsidRPr="774A2EF7">
      <w:rPr>
        <w:rFonts w:ascii="Arial" w:hAnsi="Arial" w:cs="Arial"/>
        <w:b/>
        <w:bCs/>
      </w:rPr>
      <w:t>1</w:t>
    </w:r>
    <w:r w:rsidR="0032368A" w:rsidRPr="774A2EF7">
      <w:rPr>
        <w:rFonts w:ascii="Arial" w:hAnsi="Arial" w:cs="Arial"/>
        <w:b/>
        <w:bCs/>
      </w:rPr>
      <w:fldChar w:fldCharType="end"/>
    </w:r>
    <w:r w:rsidRPr="774A2EF7">
      <w:rPr>
        <w:rFonts w:ascii="Arial" w:hAnsi="Arial" w:cs="Arial"/>
      </w:rPr>
      <w:t xml:space="preserve"> sur </w:t>
    </w:r>
    <w:r w:rsidR="0032368A" w:rsidRPr="774A2EF7">
      <w:rPr>
        <w:rFonts w:ascii="Arial" w:hAnsi="Arial" w:cs="Arial"/>
        <w:b/>
        <w:bCs/>
      </w:rPr>
      <w:fldChar w:fldCharType="begin"/>
    </w:r>
    <w:r w:rsidR="0032368A" w:rsidRPr="774A2EF7">
      <w:rPr>
        <w:rFonts w:ascii="Arial" w:hAnsi="Arial" w:cs="Arial"/>
        <w:b/>
        <w:bCs/>
      </w:rPr>
      <w:instrText>NUMPAGES  \* Arabic  \* MERGEFORMAT</w:instrText>
    </w:r>
    <w:r w:rsidR="0032368A" w:rsidRPr="774A2EF7">
      <w:rPr>
        <w:rFonts w:ascii="Arial" w:hAnsi="Arial" w:cs="Arial"/>
        <w:b/>
        <w:bCs/>
      </w:rPr>
      <w:fldChar w:fldCharType="separate"/>
    </w:r>
    <w:r w:rsidRPr="774A2EF7">
      <w:rPr>
        <w:rFonts w:ascii="Arial" w:hAnsi="Arial" w:cs="Arial"/>
        <w:b/>
        <w:bCs/>
      </w:rPr>
      <w:t>2</w:t>
    </w:r>
    <w:r w:rsidR="0032368A" w:rsidRPr="774A2EF7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91D74" w14:textId="77777777" w:rsidR="00525F75" w:rsidRDefault="00525F75" w:rsidP="00BD2D2B">
      <w:r>
        <w:separator/>
      </w:r>
    </w:p>
  </w:footnote>
  <w:footnote w:type="continuationSeparator" w:id="0">
    <w:p w14:paraId="7FDC7334" w14:textId="77777777" w:rsidR="00525F75" w:rsidRDefault="00525F75" w:rsidP="00BD2D2B">
      <w:r>
        <w:continuationSeparator/>
      </w:r>
    </w:p>
  </w:footnote>
  <w:footnote w:id="1">
    <w:p w14:paraId="5EC84248" w14:textId="77777777" w:rsidR="001075AF" w:rsidRPr="00316273" w:rsidRDefault="001075AF" w:rsidP="001075AF">
      <w:pPr>
        <w:pStyle w:val="Notedebasdepage"/>
        <w:jc w:val="both"/>
        <w:rPr>
          <w:rFonts w:ascii="Arial" w:hAnsi="Arial" w:cs="Arial"/>
        </w:rPr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Responsable administratif et financier</w:t>
      </w:r>
    </w:p>
  </w:footnote>
  <w:footnote w:id="2">
    <w:p w14:paraId="43A3A351" w14:textId="13868C0F" w:rsidR="001075AF" w:rsidRPr="00316273" w:rsidRDefault="001075AF" w:rsidP="001075AF">
      <w:pPr>
        <w:pStyle w:val="Notedebasdepage"/>
        <w:jc w:val="both"/>
        <w:rPr>
          <w:rFonts w:ascii="Arial" w:hAnsi="Arial" w:cs="Arial"/>
        </w:rPr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Organisme à l’origine de l’orientation du participant vers le dispositif </w:t>
      </w:r>
    </w:p>
  </w:footnote>
  <w:footnote w:id="3">
    <w:p w14:paraId="77BD2820" w14:textId="77777777" w:rsidR="001075AF" w:rsidRDefault="001075AF" w:rsidP="001075AF">
      <w:pPr>
        <w:pStyle w:val="Notedebasdepage"/>
        <w:jc w:val="both"/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Structure qui réalise l’accompagnement (peut-être l’établissement de rattachement lui-même, le porteur de projet ou un de ses prestataires)</w:t>
      </w:r>
    </w:p>
  </w:footnote>
  <w:footnote w:id="4">
    <w:p w14:paraId="2EB93B54" w14:textId="77777777" w:rsidR="00E14925" w:rsidRDefault="00E14925" w:rsidP="00E1492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rFonts w:ascii="Arial" w:hAnsi="Arial" w:cs="Arial"/>
        </w:rPr>
        <w:t>C</w:t>
      </w:r>
      <w:r w:rsidRPr="003A6C81">
        <w:rPr>
          <w:rFonts w:ascii="Arial" w:hAnsi="Arial" w:cs="Arial"/>
        </w:rPr>
        <w:t>ohérence entre les besoins du participant et projet qu’il intègre</w:t>
      </w:r>
      <w:r>
        <w:rPr>
          <w:rFonts w:ascii="Arial" w:hAnsi="Arial" w:cs="Arial"/>
        </w:rPr>
        <w:t xml:space="preserve"> et principales activités déployés (notamment si plusieurs prises en charge)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4E11C" w14:textId="77777777" w:rsidR="00DE6E3B" w:rsidRDefault="00DE6E3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74A2EF7" w14:paraId="505A69FA" w14:textId="77777777" w:rsidTr="774A2EF7">
      <w:trPr>
        <w:trHeight w:val="300"/>
      </w:trPr>
      <w:tc>
        <w:tcPr>
          <w:tcW w:w="3020" w:type="dxa"/>
        </w:tcPr>
        <w:p w14:paraId="6A07F0C6" w14:textId="77B6E79B" w:rsidR="774A2EF7" w:rsidRDefault="774A2EF7" w:rsidP="774A2EF7">
          <w:pPr>
            <w:pStyle w:val="En-tte"/>
            <w:ind w:left="-115"/>
          </w:pPr>
        </w:p>
      </w:tc>
      <w:tc>
        <w:tcPr>
          <w:tcW w:w="3020" w:type="dxa"/>
        </w:tcPr>
        <w:p w14:paraId="75A78BA8" w14:textId="4437EACF" w:rsidR="774A2EF7" w:rsidRDefault="774A2EF7" w:rsidP="774A2EF7">
          <w:pPr>
            <w:pStyle w:val="En-tte"/>
            <w:jc w:val="center"/>
          </w:pPr>
        </w:p>
      </w:tc>
      <w:tc>
        <w:tcPr>
          <w:tcW w:w="3020" w:type="dxa"/>
        </w:tcPr>
        <w:p w14:paraId="1DC797F0" w14:textId="3AE7AF13" w:rsidR="774A2EF7" w:rsidRDefault="774A2EF7" w:rsidP="774A2EF7">
          <w:pPr>
            <w:pStyle w:val="En-tte"/>
            <w:ind w:right="-115"/>
            <w:jc w:val="right"/>
          </w:pPr>
        </w:p>
      </w:tc>
    </w:tr>
  </w:tbl>
  <w:p w14:paraId="55AB0CFB" w14:textId="2E68B9D3" w:rsidR="774A2EF7" w:rsidRDefault="774A2EF7" w:rsidP="774A2EF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7A552" w14:textId="0537444F" w:rsidR="00636B6C" w:rsidRPr="00877209" w:rsidRDefault="43F4A3C6" w:rsidP="00877209">
    <w:pPr>
      <w:pStyle w:val="En-tte"/>
    </w:pPr>
    <w:r>
      <w:rPr>
        <w:noProof/>
      </w:rPr>
      <w:drawing>
        <wp:inline distT="0" distB="0" distL="0" distR="0" wp14:anchorId="0048CC76" wp14:editId="2D62E3B3">
          <wp:extent cx="2011855" cy="524301"/>
          <wp:effectExtent l="0" t="0" r="0" b="0"/>
          <wp:docPr id="648158740" name="Image 648158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1855" cy="5243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529890E" wp14:editId="17D3D911">
          <wp:extent cx="2578832" cy="542591"/>
          <wp:effectExtent l="0" t="0" r="0" b="0"/>
          <wp:docPr id="2116173085" name="Image 21161730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78832" cy="542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16709993">
    <w:abstractNumId w:val="18"/>
  </w:num>
  <w:num w:numId="2" w16cid:durableId="227886382">
    <w:abstractNumId w:val="24"/>
  </w:num>
  <w:num w:numId="3" w16cid:durableId="1438285266">
    <w:abstractNumId w:val="9"/>
  </w:num>
  <w:num w:numId="4" w16cid:durableId="349797784">
    <w:abstractNumId w:val="28"/>
  </w:num>
  <w:num w:numId="5" w16cid:durableId="1621841410">
    <w:abstractNumId w:val="31"/>
  </w:num>
  <w:num w:numId="6" w16cid:durableId="1146968485">
    <w:abstractNumId w:val="12"/>
  </w:num>
  <w:num w:numId="7" w16cid:durableId="558252546">
    <w:abstractNumId w:val="27"/>
  </w:num>
  <w:num w:numId="8" w16cid:durableId="823660913">
    <w:abstractNumId w:val="22"/>
  </w:num>
  <w:num w:numId="9" w16cid:durableId="1364748515">
    <w:abstractNumId w:val="17"/>
  </w:num>
  <w:num w:numId="10" w16cid:durableId="1575509694">
    <w:abstractNumId w:val="25"/>
  </w:num>
  <w:num w:numId="11" w16cid:durableId="1764300072">
    <w:abstractNumId w:val="2"/>
  </w:num>
  <w:num w:numId="12" w16cid:durableId="25257770">
    <w:abstractNumId w:val="6"/>
  </w:num>
  <w:num w:numId="13" w16cid:durableId="1223365005">
    <w:abstractNumId w:val="4"/>
  </w:num>
  <w:num w:numId="14" w16cid:durableId="592006880">
    <w:abstractNumId w:val="23"/>
  </w:num>
  <w:num w:numId="15" w16cid:durableId="903225343">
    <w:abstractNumId w:val="14"/>
  </w:num>
  <w:num w:numId="16" w16cid:durableId="418451097">
    <w:abstractNumId w:val="3"/>
  </w:num>
  <w:num w:numId="17" w16cid:durableId="217866722">
    <w:abstractNumId w:val="0"/>
  </w:num>
  <w:num w:numId="18" w16cid:durableId="182979078">
    <w:abstractNumId w:val="29"/>
  </w:num>
  <w:num w:numId="19" w16cid:durableId="2003656829">
    <w:abstractNumId w:val="26"/>
  </w:num>
  <w:num w:numId="20" w16cid:durableId="47843505">
    <w:abstractNumId w:val="1"/>
  </w:num>
  <w:num w:numId="21" w16cid:durableId="1898012728">
    <w:abstractNumId w:val="11"/>
  </w:num>
  <w:num w:numId="22" w16cid:durableId="1962110691">
    <w:abstractNumId w:val="21"/>
  </w:num>
  <w:num w:numId="23" w16cid:durableId="1288701210">
    <w:abstractNumId w:val="20"/>
  </w:num>
  <w:num w:numId="24" w16cid:durableId="508717078">
    <w:abstractNumId w:val="34"/>
  </w:num>
  <w:num w:numId="25" w16cid:durableId="1781679967">
    <w:abstractNumId w:val="15"/>
  </w:num>
  <w:num w:numId="26" w16cid:durableId="1928152606">
    <w:abstractNumId w:val="16"/>
  </w:num>
  <w:num w:numId="27" w16cid:durableId="1063604381">
    <w:abstractNumId w:val="33"/>
  </w:num>
  <w:num w:numId="28" w16cid:durableId="469710668">
    <w:abstractNumId w:val="7"/>
  </w:num>
  <w:num w:numId="29" w16cid:durableId="1412507583">
    <w:abstractNumId w:val="5"/>
  </w:num>
  <w:num w:numId="30" w16cid:durableId="740130113">
    <w:abstractNumId w:val="10"/>
  </w:num>
  <w:num w:numId="31" w16cid:durableId="1667633059">
    <w:abstractNumId w:val="30"/>
  </w:num>
  <w:num w:numId="32" w16cid:durableId="1423068847">
    <w:abstractNumId w:val="13"/>
  </w:num>
  <w:num w:numId="33" w16cid:durableId="2088184610">
    <w:abstractNumId w:val="32"/>
  </w:num>
  <w:num w:numId="34" w16cid:durableId="1620188941">
    <w:abstractNumId w:val="8"/>
  </w:num>
  <w:num w:numId="35" w16cid:durableId="14189404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DF4"/>
    <w:rsid w:val="00003113"/>
    <w:rsid w:val="00003328"/>
    <w:rsid w:val="0000619E"/>
    <w:rsid w:val="000101F9"/>
    <w:rsid w:val="000149C5"/>
    <w:rsid w:val="00014E47"/>
    <w:rsid w:val="0001756F"/>
    <w:rsid w:val="0002296E"/>
    <w:rsid w:val="00025378"/>
    <w:rsid w:val="00030098"/>
    <w:rsid w:val="000314EF"/>
    <w:rsid w:val="00032427"/>
    <w:rsid w:val="00033404"/>
    <w:rsid w:val="0003394D"/>
    <w:rsid w:val="00043608"/>
    <w:rsid w:val="0004418D"/>
    <w:rsid w:val="0004574C"/>
    <w:rsid w:val="00051676"/>
    <w:rsid w:val="0005517E"/>
    <w:rsid w:val="00057E80"/>
    <w:rsid w:val="000609E5"/>
    <w:rsid w:val="000616B6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7C2"/>
    <w:rsid w:val="000938A4"/>
    <w:rsid w:val="000959DB"/>
    <w:rsid w:val="000A0144"/>
    <w:rsid w:val="000A16CC"/>
    <w:rsid w:val="000A3B3F"/>
    <w:rsid w:val="000B3296"/>
    <w:rsid w:val="000B4897"/>
    <w:rsid w:val="000B4A71"/>
    <w:rsid w:val="000B4D1B"/>
    <w:rsid w:val="000C0E5E"/>
    <w:rsid w:val="000D0E41"/>
    <w:rsid w:val="000D26B8"/>
    <w:rsid w:val="000D7A67"/>
    <w:rsid w:val="000D7CF2"/>
    <w:rsid w:val="000E163A"/>
    <w:rsid w:val="000E2249"/>
    <w:rsid w:val="000E2BDA"/>
    <w:rsid w:val="000E6631"/>
    <w:rsid w:val="000E6F68"/>
    <w:rsid w:val="000E7F40"/>
    <w:rsid w:val="000F42EA"/>
    <w:rsid w:val="000F45A2"/>
    <w:rsid w:val="00103104"/>
    <w:rsid w:val="0010591D"/>
    <w:rsid w:val="00105ABA"/>
    <w:rsid w:val="0010721A"/>
    <w:rsid w:val="0010727B"/>
    <w:rsid w:val="001075AF"/>
    <w:rsid w:val="001136EC"/>
    <w:rsid w:val="0011604E"/>
    <w:rsid w:val="00116CAA"/>
    <w:rsid w:val="001224AD"/>
    <w:rsid w:val="00122590"/>
    <w:rsid w:val="00122A7D"/>
    <w:rsid w:val="00123D74"/>
    <w:rsid w:val="00127623"/>
    <w:rsid w:val="00134C38"/>
    <w:rsid w:val="00136B04"/>
    <w:rsid w:val="00137874"/>
    <w:rsid w:val="001406FE"/>
    <w:rsid w:val="00141DD5"/>
    <w:rsid w:val="00141F33"/>
    <w:rsid w:val="001445ED"/>
    <w:rsid w:val="0015155B"/>
    <w:rsid w:val="001538FE"/>
    <w:rsid w:val="0015503A"/>
    <w:rsid w:val="00157E38"/>
    <w:rsid w:val="00160376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0976"/>
    <w:rsid w:val="0018507C"/>
    <w:rsid w:val="00185E11"/>
    <w:rsid w:val="0018794F"/>
    <w:rsid w:val="00187F72"/>
    <w:rsid w:val="00191AB6"/>
    <w:rsid w:val="00196D85"/>
    <w:rsid w:val="001972BC"/>
    <w:rsid w:val="001A2A30"/>
    <w:rsid w:val="001A32C5"/>
    <w:rsid w:val="001A5685"/>
    <w:rsid w:val="001A7BF8"/>
    <w:rsid w:val="001B4D65"/>
    <w:rsid w:val="001B5829"/>
    <w:rsid w:val="001B5E60"/>
    <w:rsid w:val="001D015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22813"/>
    <w:rsid w:val="00223E3A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50E71"/>
    <w:rsid w:val="0025506A"/>
    <w:rsid w:val="00262AC4"/>
    <w:rsid w:val="0026322A"/>
    <w:rsid w:val="0026458B"/>
    <w:rsid w:val="002666EC"/>
    <w:rsid w:val="00271651"/>
    <w:rsid w:val="0027734D"/>
    <w:rsid w:val="00280620"/>
    <w:rsid w:val="00280E87"/>
    <w:rsid w:val="00284ED9"/>
    <w:rsid w:val="0029182B"/>
    <w:rsid w:val="0029198B"/>
    <w:rsid w:val="00293E3E"/>
    <w:rsid w:val="002943CE"/>
    <w:rsid w:val="002A12DB"/>
    <w:rsid w:val="002A6538"/>
    <w:rsid w:val="002B09B0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7D14"/>
    <w:rsid w:val="002E19C0"/>
    <w:rsid w:val="002E27EE"/>
    <w:rsid w:val="002E4874"/>
    <w:rsid w:val="002F3E7E"/>
    <w:rsid w:val="002F530E"/>
    <w:rsid w:val="00301D09"/>
    <w:rsid w:val="00307285"/>
    <w:rsid w:val="00310C2F"/>
    <w:rsid w:val="003117B5"/>
    <w:rsid w:val="003121CE"/>
    <w:rsid w:val="00312E13"/>
    <w:rsid w:val="003150AE"/>
    <w:rsid w:val="00316273"/>
    <w:rsid w:val="0032368A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557C"/>
    <w:rsid w:val="00355B9D"/>
    <w:rsid w:val="00363F26"/>
    <w:rsid w:val="00364F56"/>
    <w:rsid w:val="00367D79"/>
    <w:rsid w:val="00367EAD"/>
    <w:rsid w:val="00381251"/>
    <w:rsid w:val="00382E21"/>
    <w:rsid w:val="00385F9B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6B5"/>
    <w:rsid w:val="003C0509"/>
    <w:rsid w:val="003C1A75"/>
    <w:rsid w:val="003D78D7"/>
    <w:rsid w:val="003E7C05"/>
    <w:rsid w:val="003F0A90"/>
    <w:rsid w:val="003F16A0"/>
    <w:rsid w:val="003F6BDE"/>
    <w:rsid w:val="0040077B"/>
    <w:rsid w:val="00410548"/>
    <w:rsid w:val="00415294"/>
    <w:rsid w:val="00422653"/>
    <w:rsid w:val="00426209"/>
    <w:rsid w:val="004276D0"/>
    <w:rsid w:val="00430E32"/>
    <w:rsid w:val="00431070"/>
    <w:rsid w:val="00431300"/>
    <w:rsid w:val="004332DB"/>
    <w:rsid w:val="0043571B"/>
    <w:rsid w:val="00437F8C"/>
    <w:rsid w:val="004441BB"/>
    <w:rsid w:val="00454269"/>
    <w:rsid w:val="004569DE"/>
    <w:rsid w:val="0046046C"/>
    <w:rsid w:val="004612F6"/>
    <w:rsid w:val="00462B1C"/>
    <w:rsid w:val="00471A45"/>
    <w:rsid w:val="0047269B"/>
    <w:rsid w:val="00482DA9"/>
    <w:rsid w:val="00482F2C"/>
    <w:rsid w:val="004A060D"/>
    <w:rsid w:val="004A7471"/>
    <w:rsid w:val="004B26F5"/>
    <w:rsid w:val="004B59B2"/>
    <w:rsid w:val="004B5AAF"/>
    <w:rsid w:val="004C1DD3"/>
    <w:rsid w:val="004C48DF"/>
    <w:rsid w:val="004C6876"/>
    <w:rsid w:val="004D7D04"/>
    <w:rsid w:val="004E087B"/>
    <w:rsid w:val="004E12DD"/>
    <w:rsid w:val="004E1EF4"/>
    <w:rsid w:val="004E248C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6109"/>
    <w:rsid w:val="00522979"/>
    <w:rsid w:val="00523625"/>
    <w:rsid w:val="00525F75"/>
    <w:rsid w:val="00534C28"/>
    <w:rsid w:val="00541D1E"/>
    <w:rsid w:val="00550AE7"/>
    <w:rsid w:val="00562164"/>
    <w:rsid w:val="00565196"/>
    <w:rsid w:val="00566C21"/>
    <w:rsid w:val="00567874"/>
    <w:rsid w:val="00571AEF"/>
    <w:rsid w:val="00575BE9"/>
    <w:rsid w:val="00581D42"/>
    <w:rsid w:val="00583AA8"/>
    <w:rsid w:val="00586A0F"/>
    <w:rsid w:val="00587A9E"/>
    <w:rsid w:val="00591B2F"/>
    <w:rsid w:val="005925FC"/>
    <w:rsid w:val="005A221C"/>
    <w:rsid w:val="005A5C83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3561"/>
    <w:rsid w:val="00604AB9"/>
    <w:rsid w:val="006111F6"/>
    <w:rsid w:val="006151BA"/>
    <w:rsid w:val="00616B3A"/>
    <w:rsid w:val="00620398"/>
    <w:rsid w:val="00621982"/>
    <w:rsid w:val="00635E7A"/>
    <w:rsid w:val="0063664B"/>
    <w:rsid w:val="00636B6C"/>
    <w:rsid w:val="00643F59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727E"/>
    <w:rsid w:val="00693F68"/>
    <w:rsid w:val="00695B60"/>
    <w:rsid w:val="00697DD4"/>
    <w:rsid w:val="006A6201"/>
    <w:rsid w:val="006A6C01"/>
    <w:rsid w:val="006A73AD"/>
    <w:rsid w:val="006A76EE"/>
    <w:rsid w:val="006B0D2B"/>
    <w:rsid w:val="006B1D58"/>
    <w:rsid w:val="006B1DF4"/>
    <w:rsid w:val="006B2963"/>
    <w:rsid w:val="006B630B"/>
    <w:rsid w:val="006C1F3D"/>
    <w:rsid w:val="006C4AB1"/>
    <w:rsid w:val="006D062B"/>
    <w:rsid w:val="006D5DEF"/>
    <w:rsid w:val="006F61E2"/>
    <w:rsid w:val="006F62BC"/>
    <w:rsid w:val="007028FA"/>
    <w:rsid w:val="00705A9D"/>
    <w:rsid w:val="00706870"/>
    <w:rsid w:val="0071293F"/>
    <w:rsid w:val="00713D45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4209"/>
    <w:rsid w:val="0075718F"/>
    <w:rsid w:val="00761F6B"/>
    <w:rsid w:val="00763AC7"/>
    <w:rsid w:val="00772610"/>
    <w:rsid w:val="00772B3A"/>
    <w:rsid w:val="00774484"/>
    <w:rsid w:val="00777233"/>
    <w:rsid w:val="00784910"/>
    <w:rsid w:val="0079177D"/>
    <w:rsid w:val="00794C0E"/>
    <w:rsid w:val="007A0064"/>
    <w:rsid w:val="007A3B66"/>
    <w:rsid w:val="007B2E93"/>
    <w:rsid w:val="007B5BB2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4693"/>
    <w:rsid w:val="00814B12"/>
    <w:rsid w:val="00817C6B"/>
    <w:rsid w:val="00817D95"/>
    <w:rsid w:val="008230AE"/>
    <w:rsid w:val="0082420B"/>
    <w:rsid w:val="0082490F"/>
    <w:rsid w:val="00827139"/>
    <w:rsid w:val="00832854"/>
    <w:rsid w:val="008451B9"/>
    <w:rsid w:val="0085460D"/>
    <w:rsid w:val="0085714E"/>
    <w:rsid w:val="00857702"/>
    <w:rsid w:val="0085798E"/>
    <w:rsid w:val="00861713"/>
    <w:rsid w:val="00863951"/>
    <w:rsid w:val="008716D3"/>
    <w:rsid w:val="00874E02"/>
    <w:rsid w:val="00877209"/>
    <w:rsid w:val="0088752E"/>
    <w:rsid w:val="00887BBD"/>
    <w:rsid w:val="008948DE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E593A"/>
    <w:rsid w:val="008F159D"/>
    <w:rsid w:val="008F71C2"/>
    <w:rsid w:val="009045A7"/>
    <w:rsid w:val="0091014D"/>
    <w:rsid w:val="0091168A"/>
    <w:rsid w:val="00913FBA"/>
    <w:rsid w:val="00914B38"/>
    <w:rsid w:val="0091658C"/>
    <w:rsid w:val="00917C2F"/>
    <w:rsid w:val="00924501"/>
    <w:rsid w:val="00931311"/>
    <w:rsid w:val="00935220"/>
    <w:rsid w:val="0094229F"/>
    <w:rsid w:val="00942CA3"/>
    <w:rsid w:val="00945A23"/>
    <w:rsid w:val="0094743D"/>
    <w:rsid w:val="009524B8"/>
    <w:rsid w:val="00952C69"/>
    <w:rsid w:val="00966806"/>
    <w:rsid w:val="00972170"/>
    <w:rsid w:val="00972428"/>
    <w:rsid w:val="00982C67"/>
    <w:rsid w:val="00985A5C"/>
    <w:rsid w:val="00986C51"/>
    <w:rsid w:val="00987C1B"/>
    <w:rsid w:val="009913E7"/>
    <w:rsid w:val="00992AC8"/>
    <w:rsid w:val="00995ED8"/>
    <w:rsid w:val="009A266B"/>
    <w:rsid w:val="009A5C48"/>
    <w:rsid w:val="009B2304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E70"/>
    <w:rsid w:val="009F39FA"/>
    <w:rsid w:val="009F6A48"/>
    <w:rsid w:val="00A06061"/>
    <w:rsid w:val="00A1236D"/>
    <w:rsid w:val="00A1355F"/>
    <w:rsid w:val="00A1531F"/>
    <w:rsid w:val="00A15F48"/>
    <w:rsid w:val="00A16ED7"/>
    <w:rsid w:val="00A2242D"/>
    <w:rsid w:val="00A25EB3"/>
    <w:rsid w:val="00A312EB"/>
    <w:rsid w:val="00A51522"/>
    <w:rsid w:val="00A52481"/>
    <w:rsid w:val="00A604BA"/>
    <w:rsid w:val="00A606FC"/>
    <w:rsid w:val="00A62FC6"/>
    <w:rsid w:val="00A81E20"/>
    <w:rsid w:val="00A8624D"/>
    <w:rsid w:val="00A864F0"/>
    <w:rsid w:val="00A921B1"/>
    <w:rsid w:val="00A94C76"/>
    <w:rsid w:val="00A94F4B"/>
    <w:rsid w:val="00A959CB"/>
    <w:rsid w:val="00A97225"/>
    <w:rsid w:val="00AA01FA"/>
    <w:rsid w:val="00AA0D48"/>
    <w:rsid w:val="00AA16DB"/>
    <w:rsid w:val="00AA26E8"/>
    <w:rsid w:val="00AA68D7"/>
    <w:rsid w:val="00AA7119"/>
    <w:rsid w:val="00AB5AFD"/>
    <w:rsid w:val="00AE064A"/>
    <w:rsid w:val="00AE3C36"/>
    <w:rsid w:val="00AF537B"/>
    <w:rsid w:val="00AF53F8"/>
    <w:rsid w:val="00B0018E"/>
    <w:rsid w:val="00B01224"/>
    <w:rsid w:val="00B0577B"/>
    <w:rsid w:val="00B13540"/>
    <w:rsid w:val="00B13F52"/>
    <w:rsid w:val="00B17EC7"/>
    <w:rsid w:val="00B203B5"/>
    <w:rsid w:val="00B266F1"/>
    <w:rsid w:val="00B33EA7"/>
    <w:rsid w:val="00B37BFD"/>
    <w:rsid w:val="00B45E64"/>
    <w:rsid w:val="00B50C8D"/>
    <w:rsid w:val="00B5129E"/>
    <w:rsid w:val="00B54B96"/>
    <w:rsid w:val="00B61435"/>
    <w:rsid w:val="00B712C0"/>
    <w:rsid w:val="00B71B85"/>
    <w:rsid w:val="00B72FD9"/>
    <w:rsid w:val="00B80985"/>
    <w:rsid w:val="00B81A1F"/>
    <w:rsid w:val="00B83DF8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30FD"/>
    <w:rsid w:val="00BD5225"/>
    <w:rsid w:val="00BD596F"/>
    <w:rsid w:val="00BD6CF9"/>
    <w:rsid w:val="00BE168D"/>
    <w:rsid w:val="00BE22B9"/>
    <w:rsid w:val="00BE74E5"/>
    <w:rsid w:val="00BF38C5"/>
    <w:rsid w:val="00BF7EC5"/>
    <w:rsid w:val="00C0107F"/>
    <w:rsid w:val="00C104C0"/>
    <w:rsid w:val="00C135F2"/>
    <w:rsid w:val="00C15C12"/>
    <w:rsid w:val="00C165C3"/>
    <w:rsid w:val="00C20470"/>
    <w:rsid w:val="00C21C1A"/>
    <w:rsid w:val="00C253E7"/>
    <w:rsid w:val="00C37272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3FF9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41DA"/>
    <w:rsid w:val="00CA5966"/>
    <w:rsid w:val="00CB4441"/>
    <w:rsid w:val="00CB5716"/>
    <w:rsid w:val="00CC2C40"/>
    <w:rsid w:val="00CC3D2E"/>
    <w:rsid w:val="00CD27B8"/>
    <w:rsid w:val="00CD3832"/>
    <w:rsid w:val="00CD5E7A"/>
    <w:rsid w:val="00CD622C"/>
    <w:rsid w:val="00CE2E3A"/>
    <w:rsid w:val="00CE5135"/>
    <w:rsid w:val="00CE5823"/>
    <w:rsid w:val="00CE6064"/>
    <w:rsid w:val="00CE74EB"/>
    <w:rsid w:val="00CE79CA"/>
    <w:rsid w:val="00CF32A6"/>
    <w:rsid w:val="00CF56DC"/>
    <w:rsid w:val="00CF7C60"/>
    <w:rsid w:val="00D01587"/>
    <w:rsid w:val="00D05FF0"/>
    <w:rsid w:val="00D11622"/>
    <w:rsid w:val="00D161E9"/>
    <w:rsid w:val="00D16820"/>
    <w:rsid w:val="00D205EA"/>
    <w:rsid w:val="00D2369A"/>
    <w:rsid w:val="00D24760"/>
    <w:rsid w:val="00D262FF"/>
    <w:rsid w:val="00D32CAF"/>
    <w:rsid w:val="00D33C6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A198B"/>
    <w:rsid w:val="00DA72BC"/>
    <w:rsid w:val="00DA7579"/>
    <w:rsid w:val="00DB20AB"/>
    <w:rsid w:val="00DB4B85"/>
    <w:rsid w:val="00DB7BA9"/>
    <w:rsid w:val="00DC0B18"/>
    <w:rsid w:val="00DC5850"/>
    <w:rsid w:val="00DD367F"/>
    <w:rsid w:val="00DD3CE5"/>
    <w:rsid w:val="00DE10BB"/>
    <w:rsid w:val="00DE12FD"/>
    <w:rsid w:val="00DE2BC5"/>
    <w:rsid w:val="00DE6E3B"/>
    <w:rsid w:val="00DE7722"/>
    <w:rsid w:val="00DF4D08"/>
    <w:rsid w:val="00E01430"/>
    <w:rsid w:val="00E025FA"/>
    <w:rsid w:val="00E0279F"/>
    <w:rsid w:val="00E02B72"/>
    <w:rsid w:val="00E03E96"/>
    <w:rsid w:val="00E10C6D"/>
    <w:rsid w:val="00E1238B"/>
    <w:rsid w:val="00E14925"/>
    <w:rsid w:val="00E20146"/>
    <w:rsid w:val="00E22994"/>
    <w:rsid w:val="00E24732"/>
    <w:rsid w:val="00E26836"/>
    <w:rsid w:val="00E26B9D"/>
    <w:rsid w:val="00E30077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27B3"/>
    <w:rsid w:val="00E53E16"/>
    <w:rsid w:val="00E555F5"/>
    <w:rsid w:val="00E57E8F"/>
    <w:rsid w:val="00E65A6F"/>
    <w:rsid w:val="00E65D45"/>
    <w:rsid w:val="00E73155"/>
    <w:rsid w:val="00E746C1"/>
    <w:rsid w:val="00E74BF8"/>
    <w:rsid w:val="00E80CAA"/>
    <w:rsid w:val="00E91B3E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52A4"/>
    <w:rsid w:val="00EC29E9"/>
    <w:rsid w:val="00EC5664"/>
    <w:rsid w:val="00ED174F"/>
    <w:rsid w:val="00ED612C"/>
    <w:rsid w:val="00EF4997"/>
    <w:rsid w:val="00EF50D0"/>
    <w:rsid w:val="00F026B7"/>
    <w:rsid w:val="00F047CF"/>
    <w:rsid w:val="00F050B4"/>
    <w:rsid w:val="00F06FA1"/>
    <w:rsid w:val="00F23E95"/>
    <w:rsid w:val="00F311FA"/>
    <w:rsid w:val="00F337DD"/>
    <w:rsid w:val="00F348CB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74552"/>
    <w:rsid w:val="00F75E3F"/>
    <w:rsid w:val="00F81BEF"/>
    <w:rsid w:val="00F82681"/>
    <w:rsid w:val="00F82F16"/>
    <w:rsid w:val="00F86CCA"/>
    <w:rsid w:val="00F9432D"/>
    <w:rsid w:val="00F95746"/>
    <w:rsid w:val="00FA4A55"/>
    <w:rsid w:val="00FB1381"/>
    <w:rsid w:val="00FB5BD3"/>
    <w:rsid w:val="00FC08D6"/>
    <w:rsid w:val="00FC0EB4"/>
    <w:rsid w:val="00FC2364"/>
    <w:rsid w:val="00FD0BD6"/>
    <w:rsid w:val="00FD1EE4"/>
    <w:rsid w:val="00FE38B3"/>
    <w:rsid w:val="00FE522C"/>
    <w:rsid w:val="00FF0F88"/>
    <w:rsid w:val="00FF1201"/>
    <w:rsid w:val="00FF44C6"/>
    <w:rsid w:val="00FF6D9D"/>
    <w:rsid w:val="02ACC6E3"/>
    <w:rsid w:val="03F0928D"/>
    <w:rsid w:val="0A4F3814"/>
    <w:rsid w:val="0BF4685B"/>
    <w:rsid w:val="22CFA814"/>
    <w:rsid w:val="2EC23F14"/>
    <w:rsid w:val="43F4A3C6"/>
    <w:rsid w:val="44E0D777"/>
    <w:rsid w:val="4500A1E8"/>
    <w:rsid w:val="4AB39266"/>
    <w:rsid w:val="65EB3FA8"/>
    <w:rsid w:val="6FD079ED"/>
    <w:rsid w:val="774A2EF7"/>
    <w:rsid w:val="7D9DD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8B0C6F"/>
  <w15:docId w15:val="{469067E6-5873-4D65-9738-35AC31AFD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F9E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Marquedecommentaire">
    <w:name w:val="annotation reference"/>
    <w:basedOn w:val="Policepardfaut"/>
    <w:uiPriority w:val="99"/>
    <w:semiHidden/>
    <w:unhideWhenUsed/>
    <w:rsid w:val="00E14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4925"/>
  </w:style>
  <w:style w:type="character" w:customStyle="1" w:styleId="CommentaireCar">
    <w:name w:val="Commentaire Car"/>
    <w:basedOn w:val="Policepardfaut"/>
    <w:link w:val="Commentaire"/>
    <w:uiPriority w:val="99"/>
    <w:semiHidden/>
    <w:rsid w:val="00E1492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4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4925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B83DF8"/>
    <w:rPr>
      <w:color w:val="808080"/>
    </w:rPr>
  </w:style>
  <w:style w:type="paragraph" w:styleId="Rvision">
    <w:name w:val="Revision"/>
    <w:hidden/>
    <w:uiPriority w:val="99"/>
    <w:semiHidden/>
    <w:rsid w:val="00E30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fiche_de_positionnement_&#233;l&#232;ve_ocs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6FB22058BB14EF2BE070358E0DAEC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E23FB8-A2BB-4F43-A910-F2A17DDB73A7}"/>
      </w:docPartPr>
      <w:docPartBody>
        <w:p w:rsidR="00621982" w:rsidRDefault="00471A45" w:rsidP="00471A45">
          <w:pPr>
            <w:pStyle w:val="B6FB22058BB14EF2BE070358E0DAEC722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  <w:docPart>
      <w:docPartPr>
        <w:name w:val="BA185C46798749DAA4E67A7B1B5074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8738DD-6CF3-457A-83D2-4DC9C3344A3E}"/>
      </w:docPartPr>
      <w:docPartBody>
        <w:p w:rsidR="00621982" w:rsidRDefault="00471A45" w:rsidP="00471A45">
          <w:pPr>
            <w:pStyle w:val="BA185C46798749DAA4E67A7B1B5074A11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  <w:docPart>
      <w:docPartPr>
        <w:name w:val="687955E3A3C04FBE86550B9C7628054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59B638-C5F4-4D8E-9AE8-4D2347E0E5CC}"/>
      </w:docPartPr>
      <w:docPartBody>
        <w:p w:rsidR="00621982" w:rsidRDefault="00471A45" w:rsidP="00471A45">
          <w:pPr>
            <w:pStyle w:val="687955E3A3C04FBE86550B9C76280544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A45"/>
    <w:rsid w:val="000A3B3F"/>
    <w:rsid w:val="00317CCB"/>
    <w:rsid w:val="00471A45"/>
    <w:rsid w:val="0055596E"/>
    <w:rsid w:val="00621982"/>
    <w:rsid w:val="00917C2F"/>
    <w:rsid w:val="00E6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71A45"/>
    <w:rPr>
      <w:color w:val="808080"/>
    </w:rPr>
  </w:style>
  <w:style w:type="paragraph" w:customStyle="1" w:styleId="B6FB22058BB14EF2BE070358E0DAEC722">
    <w:name w:val="B6FB22058BB14EF2BE070358E0DAEC722"/>
    <w:rsid w:val="0047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185C46798749DAA4E67A7B1B5074A11">
    <w:name w:val="BA185C46798749DAA4E67A7B1B5074A11"/>
    <w:rsid w:val="0047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87955E3A3C04FBE86550B9C76280544">
    <w:name w:val="687955E3A3C04FBE86550B9C76280544"/>
    <w:rsid w:val="00471A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3cb65a-d075-4dba-9496-e5b266ea378e">
      <Terms xmlns="http://schemas.microsoft.com/office/infopath/2007/PartnerControls"/>
    </lcf76f155ced4ddcb4097134ff3c332f>
    <TaxCatchAll xmlns="3c6efe15-3d4e-4751-9a0d-5e67905b79f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686264438B4945858588D97B0CAF1D" ma:contentTypeVersion="16" ma:contentTypeDescription="Crée un document." ma:contentTypeScope="" ma:versionID="0e1bf098a07a34359a7b0af666e3e811">
  <xsd:schema xmlns:xsd="http://www.w3.org/2001/XMLSchema" xmlns:xs="http://www.w3.org/2001/XMLSchema" xmlns:p="http://schemas.microsoft.com/office/2006/metadata/properties" xmlns:ns2="aa3cb65a-d075-4dba-9496-e5b266ea378e" xmlns:ns3="3c6efe15-3d4e-4751-9a0d-5e67905b79f2" targetNamespace="http://schemas.microsoft.com/office/2006/metadata/properties" ma:root="true" ma:fieldsID="e7eb9f6d87c6312fb97c0e4a3deccebc" ns2:_="" ns3:_="">
    <xsd:import namespace="aa3cb65a-d075-4dba-9496-e5b266ea378e"/>
    <xsd:import namespace="3c6efe15-3d4e-4751-9a0d-5e67905b7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cb65a-d075-4dba-9496-e5b266ea37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d7639ba1-abb6-4a31-8bf3-4a1fed5d1b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efe15-3d4e-4751-9a0d-5e67905b79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5c1f56c-030c-4cf4-8036-89840bd326a3}" ma:internalName="TaxCatchAll" ma:showField="CatchAllData" ma:web="3c6efe15-3d4e-4751-9a0d-5e67905b79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D87840-2747-449C-8396-DC3653B7C8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A4EEAB-2589-471F-93C7-F8285D1C19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24D5B9-C30A-4356-99FE-C4ADD1424676}">
  <ds:schemaRefs>
    <ds:schemaRef ds:uri="http://schemas.microsoft.com/office/2006/metadata/properties"/>
    <ds:schemaRef ds:uri="http://schemas.microsoft.com/office/infopath/2007/PartnerControls"/>
    <ds:schemaRef ds:uri="aa3cb65a-d075-4dba-9496-e5b266ea378e"/>
    <ds:schemaRef ds:uri="3c6efe15-3d4e-4751-9a0d-5e67905b79f2"/>
  </ds:schemaRefs>
</ds:datastoreItem>
</file>

<file path=customXml/itemProps4.xml><?xml version="1.0" encoding="utf-8"?>
<ds:datastoreItem xmlns:ds="http://schemas.openxmlformats.org/officeDocument/2006/customXml" ds:itemID="{DFDD97DD-7C98-48F9-8BD4-2101DF9518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cb65a-d075-4dba-9496-e5b266ea378e"/>
    <ds:schemaRef ds:uri="3c6efe15-3d4e-4751-9a0d-5e67905b79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modele_fiche_de_positionnement_élève_ocs (002)</Template>
  <TotalTime>0</TotalTime>
  <Pages>3</Pages>
  <Words>387</Words>
  <Characters>2130</Characters>
  <Application>Microsoft Office Word</Application>
  <DocSecurity>0</DocSecurity>
  <Lines>17</Lines>
  <Paragraphs>5</Paragraphs>
  <ScaleCrop>false</ScaleCrop>
  <Company>CRIDF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CAILLAUD Bertille</dc:creator>
  <cp:keywords>DAE</cp:keywords>
  <cp:lastModifiedBy>Ourida PERRIN</cp:lastModifiedBy>
  <cp:revision>2</cp:revision>
  <cp:lastPrinted>2023-04-14T13:16:00Z</cp:lastPrinted>
  <dcterms:created xsi:type="dcterms:W3CDTF">2025-12-17T10:08:00Z</dcterms:created>
  <dcterms:modified xsi:type="dcterms:W3CDTF">2025-12-17T10:08:00Z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0x010100BD686264438B4945858588D97B0CAF1D</vt:lpwstr>
  </property>
  <property fmtid="{D5CDD505-2E9C-101B-9397-08002B2CF9AE}" pid="3" name="MediaServiceImageTags">
    <vt:lpwstr/>
  </property>
</Properties>
</file>